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62DB3" w14:textId="77777777" w:rsidR="0055174B" w:rsidRPr="003F06C5" w:rsidRDefault="0055174B" w:rsidP="0055174B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RESOLUCIÓN DE RECLAMACIÓN CENSO ELECTORAL PROVISIONAL (PLENO DELEGACIÓN DE ESTUDIANTES) </w:t>
      </w:r>
    </w:p>
    <w:p w14:paraId="3353EE31" w14:textId="77777777" w:rsidR="0055174B" w:rsidRPr="003F06C5" w:rsidRDefault="0055174B" w:rsidP="0055174B">
      <w:pPr>
        <w:jc w:val="both"/>
        <w:rPr>
          <w:rFonts w:ascii="Montserrat" w:hAnsi="Montserrat"/>
          <w:b/>
          <w:bCs/>
        </w:rPr>
      </w:pPr>
    </w:p>
    <w:p w14:paraId="35E59030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La Comisión Electoral de la Facultad/Escuela de ________________________________________, previa aviso a la Delegación de Estudiantes del Centro anteriormente mencionado, ha sido notificada con una reclamación al censo provisional del Pleno de la Delegación de Estudiantes.</w:t>
      </w:r>
    </w:p>
    <w:p w14:paraId="42D958BB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272DC8DD" w14:textId="77777777" w:rsidR="0055174B" w:rsidRPr="00174B15" w:rsidRDefault="0055174B" w:rsidP="0055174B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Tras la investigación de las causas presentadas, se resuelve a favor/en contra de la misma, y </w:t>
      </w:r>
      <w:r>
        <w:rPr>
          <w:rFonts w:ascii="Montserrat" w:hAnsi="Montserrat"/>
          <w:b/>
          <w:bCs/>
        </w:rPr>
        <w:t>[exponer las medidas que se tomarán para corregir las irregularidades].</w:t>
      </w:r>
    </w:p>
    <w:p w14:paraId="227F9257" w14:textId="77777777" w:rsidR="0055174B" w:rsidRDefault="0055174B" w:rsidP="0055174B">
      <w:pPr>
        <w:spacing w:line="360" w:lineRule="auto"/>
        <w:jc w:val="both"/>
        <w:rPr>
          <w:rFonts w:ascii="Montserrat" w:hAnsi="Montserrat"/>
          <w:b/>
          <w:bCs/>
        </w:rPr>
      </w:pPr>
    </w:p>
    <w:p w14:paraId="131DD519" w14:textId="77777777" w:rsidR="0055174B" w:rsidRDefault="0055174B" w:rsidP="0055174B">
      <w:pPr>
        <w:spacing w:line="360" w:lineRule="auto"/>
        <w:jc w:val="both"/>
        <w:rPr>
          <w:rFonts w:ascii="Montserrat" w:hAnsi="Montserrat"/>
          <w:b/>
          <w:bCs/>
        </w:rPr>
      </w:pPr>
    </w:p>
    <w:p w14:paraId="7A84CA1D" w14:textId="77777777" w:rsidR="0055174B" w:rsidRDefault="0055174B" w:rsidP="0055174B">
      <w:pPr>
        <w:spacing w:line="360" w:lineRule="auto"/>
        <w:jc w:val="both"/>
        <w:rPr>
          <w:rFonts w:ascii="Montserrat" w:hAnsi="Montserrat"/>
          <w:b/>
          <w:bCs/>
        </w:rPr>
      </w:pPr>
    </w:p>
    <w:p w14:paraId="534AB6EA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Lo que se comunica para su conocimiento y efectos oportunos.</w:t>
      </w:r>
    </w:p>
    <w:p w14:paraId="74581CED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735A9BD7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76198F19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4D93A5FF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3454017A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15C976FF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</w:p>
    <w:p w14:paraId="6CE6C7A9" w14:textId="77777777" w:rsidR="0055174B" w:rsidRDefault="0055174B" w:rsidP="0055174B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6C8692FB" w14:textId="77777777" w:rsidR="0055174B" w:rsidRDefault="0055174B" w:rsidP="0055174B">
      <w:pPr>
        <w:spacing w:line="360" w:lineRule="auto"/>
        <w:jc w:val="center"/>
        <w:rPr>
          <w:rFonts w:ascii="Montserrat" w:hAnsi="Montserrat"/>
          <w:b/>
          <w:bCs/>
        </w:rPr>
      </w:pPr>
    </w:p>
    <w:p w14:paraId="01C1994E" w14:textId="77777777" w:rsidR="0055174B" w:rsidRDefault="0055174B" w:rsidP="0055174B">
      <w:pPr>
        <w:spacing w:line="360" w:lineRule="auto"/>
        <w:jc w:val="center"/>
        <w:rPr>
          <w:rFonts w:ascii="Montserrat" w:hAnsi="Montserrat"/>
          <w:b/>
          <w:bCs/>
        </w:rPr>
      </w:pPr>
    </w:p>
    <w:p w14:paraId="059F2D09" w14:textId="77777777" w:rsidR="0055174B" w:rsidRDefault="0055174B" w:rsidP="0055174B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A la atención del estudiante que ha presentado la reclamación y a la Delegación de Estudiantes correspondiente</w:t>
      </w:r>
    </w:p>
    <w:p w14:paraId="468F7362" w14:textId="77777777" w:rsidR="0055174B" w:rsidRDefault="0055174B" w:rsidP="0055174B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___________________________________________________________________________ </w:t>
      </w:r>
    </w:p>
    <w:p w14:paraId="37F03487" w14:textId="0F04A56F" w:rsidR="00465E79" w:rsidRDefault="00465E79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(vía correo electrónico </w:t>
      </w:r>
      <w:hyperlink r:id="rId10" w:history="1">
        <w:r w:rsidRPr="00465E79">
          <w:rPr>
            <w:rStyle w:val="Hipervnculo"/>
            <w:rFonts w:ascii="Montserrat" w:hAnsi="Montserrat"/>
            <w:b/>
            <w:bCs/>
          </w:rPr>
          <w:t>[consultar aquí]</w:t>
        </w:r>
      </w:hyperlink>
      <w:r>
        <w:rPr>
          <w:rFonts w:ascii="Montserrat" w:hAnsi="Montserrat"/>
          <w:b/>
          <w:bCs/>
        </w:rPr>
        <w:t>)</w:t>
      </w:r>
    </w:p>
    <w:sectPr w:rsidR="00465E79" w:rsidSect="00106B42">
      <w:headerReference w:type="default" r:id="rId11"/>
      <w:footerReference w:type="default" r:id="rId12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F8837" w14:textId="77777777" w:rsidR="002475CB" w:rsidRDefault="002475CB" w:rsidP="003336CB">
      <w:r>
        <w:separator/>
      </w:r>
    </w:p>
  </w:endnote>
  <w:endnote w:type="continuationSeparator" w:id="0">
    <w:p w14:paraId="571D3B30" w14:textId="77777777" w:rsidR="002475CB" w:rsidRDefault="002475CB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AC2A8" w14:textId="77777777" w:rsidR="002475CB" w:rsidRDefault="002475CB" w:rsidP="003336CB">
      <w:r>
        <w:separator/>
      </w:r>
    </w:p>
  </w:footnote>
  <w:footnote w:type="continuationSeparator" w:id="0">
    <w:p w14:paraId="586ADDE7" w14:textId="77777777" w:rsidR="002475CB" w:rsidRDefault="002475CB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189896029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142183557" name="Imagen 142183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65C1215D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3F3C81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65C1215D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3F3C81">
                      <w:rPr>
                        <w:rFonts w:ascii="Montserrat" w:hAnsi="Montserrat"/>
                        <w:b/>
                        <w:bCs/>
                        <w:szCs w:val="40"/>
                      </w:rPr>
                      <w:t>IX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1401706283" name="Imagen 1401706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74B15"/>
    <w:rsid w:val="00191427"/>
    <w:rsid w:val="00196109"/>
    <w:rsid w:val="00230ACD"/>
    <w:rsid w:val="002475CB"/>
    <w:rsid w:val="002E17F9"/>
    <w:rsid w:val="002F30A2"/>
    <w:rsid w:val="003336CB"/>
    <w:rsid w:val="00372077"/>
    <w:rsid w:val="003E4FC7"/>
    <w:rsid w:val="003F06C5"/>
    <w:rsid w:val="003F0B10"/>
    <w:rsid w:val="003F0C85"/>
    <w:rsid w:val="003F3C81"/>
    <w:rsid w:val="003F6B0B"/>
    <w:rsid w:val="00450B97"/>
    <w:rsid w:val="004572AD"/>
    <w:rsid w:val="00465E79"/>
    <w:rsid w:val="0055174B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74BF7"/>
    <w:rsid w:val="00B9480E"/>
    <w:rsid w:val="00BA712B"/>
    <w:rsid w:val="00BE1C06"/>
    <w:rsid w:val="00BE5BB9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95843"/>
    <w:rsid w:val="00DD37D3"/>
    <w:rsid w:val="00E9093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eule.unileon.es/delegaciones-de-estudiant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79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24</cp:revision>
  <cp:lastPrinted>2025-10-07T13:19:00Z</cp:lastPrinted>
  <dcterms:created xsi:type="dcterms:W3CDTF">2025-03-21T09:48:00Z</dcterms:created>
  <dcterms:modified xsi:type="dcterms:W3CDTF">2025-10-15T10:19:00Z</dcterms:modified>
</cp:coreProperties>
</file>